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89175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>Załącznik nr 1</w:t>
      </w:r>
    </w:p>
    <w:p w14:paraId="429121DA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 xml:space="preserve"> do Regulaminu rekrutacji i udziału w projekcie</w:t>
      </w:r>
      <w:r w:rsidRPr="005E1464">
        <w:rPr>
          <w:rFonts w:cstheme="minorHAnsi"/>
          <w:sz w:val="24"/>
        </w:rPr>
        <w:t xml:space="preserve">  </w:t>
      </w:r>
    </w:p>
    <w:p w14:paraId="54CC74B2" w14:textId="77777777" w:rsidR="008D1299" w:rsidRPr="005E1464" w:rsidRDefault="008D1299" w:rsidP="008D1299">
      <w:pPr>
        <w:spacing w:line="259" w:lineRule="auto"/>
        <w:ind w:right="380"/>
        <w:jc w:val="right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42A5BBF6" w14:textId="77777777" w:rsidR="008D1299" w:rsidRPr="005E1464" w:rsidRDefault="008D1299" w:rsidP="008D1299">
      <w:pPr>
        <w:spacing w:after="0" w:line="259" w:lineRule="auto"/>
        <w:rPr>
          <w:rFonts w:cstheme="minorHAnsi"/>
          <w:sz w:val="28"/>
          <w:szCs w:val="28"/>
        </w:rPr>
      </w:pPr>
    </w:p>
    <w:p w14:paraId="6B28AA66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 xml:space="preserve">FORMULARZ ZGŁOSZENIOWY </w:t>
      </w:r>
    </w:p>
    <w:p w14:paraId="121E09B0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– ZAJĘCIA DODATKOWE/WARSZTATY/WYCIECZKI</w:t>
      </w:r>
    </w:p>
    <w:p w14:paraId="25665784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8"/>
          <w:szCs w:val="28"/>
        </w:rPr>
      </w:pPr>
      <w:r w:rsidRPr="00CA6799">
        <w:rPr>
          <w:rStyle w:val="Odwoanieintensywne"/>
        </w:rPr>
        <w:t xml:space="preserve"> DLA UCZNIÓW</w:t>
      </w:r>
    </w:p>
    <w:p w14:paraId="62382DBB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4"/>
          <w:szCs w:val="24"/>
        </w:rPr>
      </w:pPr>
    </w:p>
    <w:p w14:paraId="203F436A" w14:textId="77777777" w:rsidR="008D1299" w:rsidRPr="005E1464" w:rsidRDefault="008D1299" w:rsidP="008D1299">
      <w:pPr>
        <w:spacing w:after="0" w:line="240" w:lineRule="auto"/>
        <w:ind w:left="860" w:right="858"/>
        <w:jc w:val="center"/>
        <w:rPr>
          <w:rFonts w:cstheme="minorHAnsi"/>
          <w:b/>
        </w:rPr>
      </w:pPr>
      <w:bookmarkStart w:id="0" w:name="_Hlk209006834"/>
      <w:r w:rsidRPr="005E1464">
        <w:rPr>
          <w:rFonts w:cstheme="minorHAnsi"/>
          <w:b/>
        </w:rPr>
        <w:t>Projekt pn. „Akademia Zdolnych Uczniów w Gminie Międzyrzecz”</w:t>
      </w:r>
    </w:p>
    <w:p w14:paraId="360A033D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nr FELB.06.07-IZ.00-0009/25,  </w:t>
      </w:r>
    </w:p>
    <w:p w14:paraId="392B0AC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realizowany przez Gminę Międzyrzecz i współfinansowanym ze środków Europejskiego Funduszu Społecznego Plus (EFS+) </w:t>
      </w:r>
    </w:p>
    <w:p w14:paraId="434A8443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>w ramach Programu Fundusze Europejskie dla Lubuskiego 2021-2027, Priorytet FELB.06.00-Fundusze Europejskie na wsparcie obywateli, dla Działania: FELB.06.07 - Edukacja-ZIT</w:t>
      </w:r>
    </w:p>
    <w:bookmarkEnd w:id="0"/>
    <w:p w14:paraId="1CC0C8B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</w:rPr>
      </w:pPr>
    </w:p>
    <w:p w14:paraId="2AE20907" w14:textId="77777777" w:rsidR="008D1299" w:rsidRPr="005E1464" w:rsidRDefault="008D1299" w:rsidP="008D1299">
      <w:pPr>
        <w:spacing w:after="0" w:line="259" w:lineRule="auto"/>
        <w:ind w:left="25"/>
        <w:rPr>
          <w:rFonts w:cstheme="minorHAnsi"/>
        </w:rPr>
      </w:pPr>
      <w:r w:rsidRPr="005E1464">
        <w:rPr>
          <w:rFonts w:eastAsiaTheme="minorEastAsia" w:cstheme="minorHAnsi"/>
          <w:sz w:val="24"/>
          <w:szCs w:val="24"/>
        </w:rPr>
        <w:t xml:space="preserve">    </w:t>
      </w:r>
      <w:r w:rsidRPr="005E1464">
        <w:rPr>
          <w:rFonts w:eastAsiaTheme="minorEastAsia" w:cstheme="minorHAnsi"/>
        </w:rPr>
        <w:t xml:space="preserve">Podanie poniższych danych jest dobrowolne, jednakże odmowa ich podania jest     </w:t>
      </w:r>
      <w:r w:rsidRPr="005E1464">
        <w:rPr>
          <w:rFonts w:eastAsiaTheme="minorEastAsia" w:cstheme="minorHAnsi"/>
        </w:rPr>
        <w:br/>
        <w:t xml:space="preserve">    równoznaczna z brakiem możliwości uczestnictwa w Projekcie.</w:t>
      </w:r>
      <w:r w:rsidRPr="005E1464">
        <w:rPr>
          <w:rFonts w:cstheme="minorHAnsi"/>
        </w:rPr>
        <w:t xml:space="preserve"> </w:t>
      </w:r>
    </w:p>
    <w:p w14:paraId="3C810984" w14:textId="77777777" w:rsidR="008D1299" w:rsidRPr="005E1464" w:rsidRDefault="008D1299" w:rsidP="008D1299">
      <w:pPr>
        <w:spacing w:after="49" w:line="259" w:lineRule="auto"/>
        <w:ind w:left="25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3D56DABB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  <w:r w:rsidRPr="005E1464">
        <w:rPr>
          <w:rFonts w:cstheme="minorHAnsi"/>
        </w:rPr>
        <w:t xml:space="preserve">Należy uzupełnić białe pola bądź zaznaczyć prawidłową odpowiedź </w:t>
      </w:r>
    </w:p>
    <w:p w14:paraId="4812003D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</w:p>
    <w:p w14:paraId="75A008DC" w14:textId="77777777" w:rsidR="008D1299" w:rsidRPr="005E1464" w:rsidRDefault="008D1299" w:rsidP="008D1299">
      <w:pPr>
        <w:spacing w:after="0" w:line="240" w:lineRule="auto"/>
        <w:jc w:val="center"/>
        <w:rPr>
          <w:rFonts w:cstheme="minorHAnsi"/>
        </w:rPr>
      </w:pPr>
    </w:p>
    <w:tbl>
      <w:tblPr>
        <w:tblW w:w="9639" w:type="dxa"/>
        <w:tblInd w:w="279" w:type="dxa"/>
        <w:tblCellMar>
          <w:top w:w="1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25"/>
        <w:gridCol w:w="6514"/>
      </w:tblGrid>
      <w:tr w:rsidR="008D1299" w:rsidRPr="005E1464" w14:paraId="5A348402" w14:textId="77777777" w:rsidTr="00E261AE">
        <w:trPr>
          <w:trHeight w:val="96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80E4EC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Przyjęto dokumentację </w:t>
            </w:r>
          </w:p>
          <w:p w14:paraId="46DAF518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rekrutacyjną 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F97EDF" w14:textId="77777777" w:rsidR="008D1299" w:rsidRPr="005E1464" w:rsidRDefault="008D1299" w:rsidP="00E261AE">
            <w:pPr>
              <w:spacing w:after="61" w:line="259" w:lineRule="auto"/>
              <w:ind w:left="1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 </w:t>
            </w:r>
          </w:p>
          <w:p w14:paraId="76851317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………………………………………………… </w:t>
            </w:r>
          </w:p>
          <w:p w14:paraId="6A3A50A4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Data i podpis przedstawiciela Beneficjenta </w:t>
            </w:r>
          </w:p>
        </w:tc>
      </w:tr>
    </w:tbl>
    <w:p w14:paraId="2BB9382A" w14:textId="77777777" w:rsidR="008D1299" w:rsidRPr="005E1464" w:rsidRDefault="008D1299" w:rsidP="008D1299">
      <w:pPr>
        <w:spacing w:after="0" w:line="259" w:lineRule="auto"/>
        <w:rPr>
          <w:rFonts w:cstheme="minorHAnsi"/>
          <w:sz w:val="18"/>
        </w:rPr>
      </w:pPr>
    </w:p>
    <w:tbl>
      <w:tblPr>
        <w:tblStyle w:val="TableGrid"/>
        <w:tblW w:w="9604" w:type="dxa"/>
        <w:tblInd w:w="322" w:type="dxa"/>
        <w:tblCellMar>
          <w:top w:w="53" w:type="dxa"/>
          <w:left w:w="108" w:type="dxa"/>
          <w:bottom w:w="5" w:type="dxa"/>
        </w:tblCellMar>
        <w:tblLook w:val="04A0" w:firstRow="1" w:lastRow="0" w:firstColumn="1" w:lastColumn="0" w:noHBand="0" w:noVBand="1"/>
      </w:tblPr>
      <w:tblGrid>
        <w:gridCol w:w="3084"/>
        <w:gridCol w:w="1496"/>
        <w:gridCol w:w="5024"/>
      </w:tblGrid>
      <w:tr w:rsidR="008D1299" w:rsidRPr="005E1464" w14:paraId="15CEC8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AC6B4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Beneficjent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D88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  <w:r>
              <w:rPr>
                <w:rFonts w:cstheme="minorHAnsi"/>
                <w:lang w:val="pl-PL"/>
              </w:rPr>
              <w:t>Międzyrzecz</w:t>
            </w:r>
          </w:p>
        </w:tc>
      </w:tr>
      <w:tr w:rsidR="008D1299" w:rsidRPr="005E1464" w14:paraId="18D5ED6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A4D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Tytuł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454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Akademia</w:t>
            </w:r>
            <w:r>
              <w:rPr>
                <w:rFonts w:cstheme="minorHAnsi"/>
                <w:lang w:val="pl-PL"/>
              </w:rPr>
              <w:t xml:space="preserve"> Zdolnych Uczniów w Gminie Międzyrzecz</w:t>
            </w:r>
          </w:p>
        </w:tc>
      </w:tr>
      <w:tr w:rsidR="008D1299" w:rsidRPr="005E1464" w14:paraId="1D65E544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01EA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Nr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63C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bCs/>
                <w:lang w:val="pl-PL"/>
              </w:rPr>
            </w:pPr>
            <w:r w:rsidRPr="005E1464">
              <w:rPr>
                <w:rFonts w:cstheme="minorHAnsi"/>
                <w:bCs/>
                <w:lang w:val="pl-PL"/>
              </w:rPr>
              <w:t>FELB.06.07-IZ.00-000</w:t>
            </w:r>
            <w:r>
              <w:rPr>
                <w:rFonts w:cstheme="minorHAnsi"/>
                <w:bCs/>
                <w:lang w:val="pl-PL"/>
              </w:rPr>
              <w:t>9</w:t>
            </w:r>
            <w:r w:rsidRPr="005E1464">
              <w:rPr>
                <w:rFonts w:cstheme="minorHAnsi"/>
                <w:bCs/>
                <w:lang w:val="pl-PL"/>
              </w:rPr>
              <w:t>/25</w:t>
            </w:r>
          </w:p>
        </w:tc>
      </w:tr>
      <w:tr w:rsidR="008D1299" w:rsidRPr="005E1464" w14:paraId="6E8B8358" w14:textId="77777777" w:rsidTr="00E31300">
        <w:trPr>
          <w:trHeight w:val="7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1928CF" w14:textId="4AD2D70A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Nazwa </w:t>
            </w:r>
            <w:r w:rsidR="00121F85" w:rsidRPr="005E1464">
              <w:rPr>
                <w:rFonts w:cstheme="minorHAnsi"/>
                <w:lang w:val="pl-PL"/>
              </w:rPr>
              <w:t>szkoły,</w:t>
            </w:r>
            <w:r w:rsidRPr="005E1464">
              <w:rPr>
                <w:rFonts w:cstheme="minorHAnsi"/>
                <w:lang w:val="pl-PL"/>
              </w:rPr>
              <w:t xml:space="preserve"> do której uczęszcza uczeń/uczennica</w:t>
            </w:r>
          </w:p>
        </w:tc>
        <w:sdt>
          <w:sdtPr>
            <w:rPr>
              <w:rFonts w:cstheme="minorHAnsi"/>
              <w:b/>
            </w:rPr>
            <w:alias w:val="Wybierz szkołę"/>
            <w:tag w:val="Wybierz szkołę"/>
            <w:id w:val="394088512"/>
            <w:placeholder>
              <w:docPart w:val="676697A134004ED2BE62D397EA271FC6"/>
            </w:placeholder>
            <w15:color w:val="339966"/>
            <w:dropDownList>
              <w:listItem w:displayText="Wybierz element lub wpisz" w:value="Wybierz element lub wpisz"/>
              <w:listItem w:displayText="Szkoła Podstawowa nr 1" w:value="Szkoła Podstawowa nr 1"/>
              <w:listItem w:displayText="Szkoła Podstawowa nr 2" w:value="Szkoła Podstawowa nr 2"/>
              <w:listItem w:displayText="Szkoła Podstawowa nr 3" w:value="Szkoła Podstawowa nr 3"/>
              <w:listItem w:displayText="Szkoła Podstawowa nr 4" w:value="Szkoła Podstawowa nr 4"/>
              <w:listItem w:displayText="Szkoła Podstawowa nr 6" w:value="Szkoła Podstawowa nr 6"/>
              <w:listItem w:displayText="Szkoła Podstawowa w Bukowcu" w:value="Szkoła Podstawowa w Bukowcu"/>
              <w:listItem w:displayText="Szkoła Podstawowa w Kaławie" w:value="Szkoła Podstawowa w Kaławie"/>
            </w:dropDownList>
          </w:sdtPr>
          <w:sdtEndPr/>
          <w:sdtContent>
            <w:tc>
              <w:tcPr>
                <w:tcW w:w="652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53F7581" w14:textId="7D21A67E" w:rsidR="008D1299" w:rsidRPr="005E1464" w:rsidRDefault="00121F85" w:rsidP="00E261AE">
                <w:pPr>
                  <w:spacing w:line="259" w:lineRule="auto"/>
                  <w:ind w:left="1"/>
                  <w:rPr>
                    <w:rFonts w:cstheme="minorHAnsi"/>
                    <w:b/>
                    <w:lang w:val="pl-PL"/>
                  </w:rPr>
                </w:pPr>
                <w:r>
                  <w:rPr>
                    <w:rFonts w:cstheme="minorHAnsi"/>
                    <w:b/>
                  </w:rPr>
                  <w:t>Wybierz element lub wpisz</w:t>
                </w:r>
              </w:p>
            </w:tc>
          </w:sdtContent>
        </w:sdt>
      </w:tr>
      <w:tr w:rsidR="00E31300" w:rsidRPr="005E1464" w14:paraId="5AB08614" w14:textId="77777777" w:rsidTr="00147FE4">
        <w:trPr>
          <w:trHeight w:val="463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3AAA9F" w14:textId="208F6243" w:rsidR="00E31300" w:rsidRPr="00CA6799" w:rsidRDefault="00E31300" w:rsidP="00E261AE">
            <w:pPr>
              <w:spacing w:line="259" w:lineRule="auto"/>
              <w:ind w:left="1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DANE KANDYDATA / KANDYDATKI (UCZNIA/UCZENNICY)</w:t>
            </w:r>
          </w:p>
        </w:tc>
      </w:tr>
      <w:tr w:rsidR="008D1299" w:rsidRPr="005E1464" w14:paraId="72722053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1491E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Imię (Imiona)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D5DB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9747F88" w14:textId="77777777" w:rsidTr="00E31300">
        <w:trPr>
          <w:trHeight w:val="46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4F14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Nazwisko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9DE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F96C74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4D4020" w14:textId="77777777" w:rsidR="008D1299" w:rsidRPr="005E1464" w:rsidRDefault="008D1299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Płeć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DC8D" w14:textId="77777777" w:rsidR="008D1299" w:rsidRPr="005E1464" w:rsidRDefault="00121F85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80977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Kobieta      </w:t>
            </w:r>
            <w:sdt>
              <w:sdtPr>
                <w:rPr>
                  <w:rFonts w:cstheme="minorHAnsi"/>
                </w:rPr>
                <w:id w:val="-52871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Mężczyzna </w:t>
            </w:r>
          </w:p>
        </w:tc>
      </w:tr>
      <w:tr w:rsidR="008D1299" w:rsidRPr="005E1464" w14:paraId="146F6905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68595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PESEL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66CC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</w:p>
        </w:tc>
      </w:tr>
      <w:tr w:rsidR="00E31300" w:rsidRPr="005E1464" w14:paraId="4F4981B1" w14:textId="77777777" w:rsidTr="00E31300">
        <w:trPr>
          <w:trHeight w:val="361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1C8E2E" w14:textId="77777777" w:rsidR="00E31300" w:rsidRPr="005E1464" w:rsidRDefault="00E31300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 xml:space="preserve">Obywatelstwo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AA785" w14:textId="10F03C60" w:rsidR="00E31300" w:rsidRPr="005E1464" w:rsidRDefault="00121F85" w:rsidP="00E261AE">
            <w:pPr>
              <w:spacing w:line="259" w:lineRule="auto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047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polskie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212792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UE    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120864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spoza UE </w:t>
            </w:r>
          </w:p>
        </w:tc>
      </w:tr>
      <w:tr w:rsidR="008D1299" w:rsidRPr="005E1464" w14:paraId="636102D8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9BA4E2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Wiek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651F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27F27D7F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6F53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Planowana data zakończenia edukacji </w:t>
            </w:r>
          </w:p>
          <w:p w14:paraId="54EAAD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 placówce edukacyjnej do której obecnie uczęszcza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41A3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  <w:p w14:paraId="39CAE70D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  <w:p w14:paraId="380EB996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b/>
                <w:lang w:val="pl-PL"/>
              </w:rPr>
              <w:t>Dzień:</w:t>
            </w:r>
            <w:r w:rsidRPr="005E1464">
              <w:rPr>
                <w:rFonts w:cstheme="minorHAnsi"/>
                <w:lang w:val="pl-PL"/>
              </w:rPr>
              <w:t xml:space="preserve"> 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  <w:r w:rsidRPr="005E1464">
              <w:rPr>
                <w:rFonts w:cstheme="minorHAnsi"/>
                <w:lang w:val="pl-PL"/>
              </w:rPr>
              <w:t xml:space="preserve">. </w:t>
            </w:r>
            <w:r w:rsidRPr="005E1464">
              <w:rPr>
                <w:rFonts w:cstheme="minorHAnsi"/>
                <w:b/>
                <w:lang w:val="pl-PL"/>
              </w:rPr>
              <w:t>Miesiąc:</w:t>
            </w:r>
            <w:r w:rsidRPr="005E1464">
              <w:rPr>
                <w:rFonts w:cstheme="minorHAnsi"/>
                <w:lang w:val="pl-PL"/>
              </w:rPr>
              <w:t xml:space="preserve"> …………………… </w:t>
            </w:r>
            <w:r w:rsidRPr="005E1464">
              <w:rPr>
                <w:rFonts w:cstheme="minorHAnsi"/>
                <w:b/>
                <w:lang w:val="pl-PL"/>
              </w:rPr>
              <w:t>Rok:</w:t>
            </w:r>
            <w:r w:rsidRPr="005E1464">
              <w:rPr>
                <w:rFonts w:cstheme="minorHAnsi"/>
                <w:lang w:val="pl-PL"/>
              </w:rPr>
              <w:t xml:space="preserve"> ………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</w:p>
        </w:tc>
      </w:tr>
      <w:tr w:rsidR="008D1299" w:rsidRPr="005E1464" w14:paraId="0872B3C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C527F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Status osoby na rynku pracy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C6E3" w14:textId="77777777" w:rsidR="008D1299" w:rsidRPr="005E1464" w:rsidRDefault="00121F85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</w:rPr>
                <w:id w:val="-862584588"/>
                <w:lock w:val="contentLocked"/>
                <w:placeholder>
                  <w:docPart w:val="AF608463ECB644829DACF8B45BC97CAD"/>
                </w:placeholder>
                <w:dropDownList>
                  <w:listItem w:displayText="OSOBA UCZĄCA SIĘ" w:value="OSOBA UCZĄCA SIĘ"/>
                </w:dropDownList>
              </w:sdtPr>
              <w:sdtEndPr/>
              <w:sdtContent>
                <w:r w:rsidR="008D1299">
                  <w:rPr>
                    <w:rFonts w:cstheme="minorHAnsi"/>
                    <w:sz w:val="24"/>
                    <w:lang w:val="pl-PL"/>
                  </w:rPr>
                  <w:t>OSOBA UCZĄCA SIĘ</w:t>
                </w:r>
              </w:sdtContent>
            </w:sdt>
          </w:p>
          <w:p w14:paraId="3D29D23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6D09F2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68397B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Obszar zamieszkania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E924" w14:textId="77777777" w:rsidR="008D1299" w:rsidRPr="005E1464" w:rsidRDefault="00121F85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008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obszar miejski  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39662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8D1299" w:rsidRPr="005E1464">
              <w:rPr>
                <w:rFonts w:cstheme="minorHAnsi"/>
                <w:lang w:val="pl-PL"/>
              </w:rPr>
              <w:t xml:space="preserve">  obszar wiejski</w:t>
            </w:r>
          </w:p>
        </w:tc>
      </w:tr>
      <w:tr w:rsidR="008D1299" w:rsidRPr="005E1464" w14:paraId="15C5656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AA06D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Uczeń uczęszcza obecnie do klasy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A823" w14:textId="77777777" w:rsidR="008D1299" w:rsidRPr="005E1464" w:rsidRDefault="008D1299" w:rsidP="00E261AE">
            <w:pPr>
              <w:spacing w:after="83"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</w:t>
            </w:r>
            <w:sdt>
              <w:sdtPr>
                <w:rPr>
                  <w:rFonts w:cstheme="minorHAnsi"/>
                </w:rPr>
                <w:id w:val="-62870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             </w:t>
            </w:r>
            <w:sdt>
              <w:sdtPr>
                <w:rPr>
                  <w:rFonts w:cstheme="minorHAnsi"/>
                </w:rPr>
                <w:id w:val="66405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II               </w:t>
            </w:r>
            <w:sdt>
              <w:sdtPr>
                <w:rPr>
                  <w:rFonts w:cstheme="minorHAnsi"/>
                </w:rPr>
                <w:id w:val="128955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III             </w:t>
            </w:r>
            <w:sdt>
              <w:sdtPr>
                <w:rPr>
                  <w:rFonts w:cstheme="minorHAnsi"/>
                </w:rPr>
                <w:id w:val="-19720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IV </w:t>
            </w:r>
          </w:p>
          <w:p w14:paraId="13433E9A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</w:t>
            </w:r>
            <w:sdt>
              <w:sdtPr>
                <w:rPr>
                  <w:rFonts w:cstheme="minorHAnsi"/>
                </w:rPr>
                <w:id w:val="-1854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           </w:t>
            </w:r>
            <w:sdt>
              <w:sdtPr>
                <w:rPr>
                  <w:rFonts w:cstheme="minorHAnsi"/>
                </w:rPr>
                <w:id w:val="113274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VI              </w:t>
            </w:r>
            <w:sdt>
              <w:sdtPr>
                <w:rPr>
                  <w:rFonts w:cstheme="minorHAnsi"/>
                </w:rPr>
                <w:id w:val="-9379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           </w:t>
            </w:r>
            <w:sdt>
              <w:sdtPr>
                <w:rPr>
                  <w:rFonts w:cstheme="minorHAnsi"/>
                </w:rPr>
                <w:id w:val="55451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VIII</w:t>
            </w:r>
          </w:p>
        </w:tc>
      </w:tr>
      <w:tr w:rsidR="008D1299" w:rsidRPr="005E1464" w14:paraId="4F7F6FAF" w14:textId="77777777" w:rsidTr="00E261AE">
        <w:trPr>
          <w:trHeight w:val="407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CFD085" w14:textId="77777777" w:rsidR="008D1299" w:rsidRPr="00CA6799" w:rsidRDefault="008D1299" w:rsidP="00E261AE">
            <w:pPr>
              <w:spacing w:line="259" w:lineRule="auto"/>
              <w:ind w:right="110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 xml:space="preserve">ADRES ZAMIESZKANIA (UCZNIA/UCZENNICY) </w:t>
            </w:r>
          </w:p>
        </w:tc>
      </w:tr>
      <w:tr w:rsidR="008D1299" w:rsidRPr="005E1464" w14:paraId="5B9C02BB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C5F9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Województwo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2DF4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08166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Lubuskie     </w:t>
            </w:r>
            <w:sdt>
              <w:sdtPr>
                <w:rPr>
                  <w:rFonts w:cstheme="minorHAnsi"/>
                </w:rPr>
                <w:id w:val="189839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Inne</w:t>
            </w:r>
            <w:r w:rsidR="008D1299">
              <w:rPr>
                <w:rFonts w:cstheme="minorHAnsi"/>
                <w:lang w:val="pl-PL"/>
              </w:rPr>
              <w:t>, podaj jakie</w:t>
            </w:r>
            <w:r w:rsidR="008D1299" w:rsidRPr="005E1464">
              <w:rPr>
                <w:rFonts w:cstheme="minorHAnsi"/>
                <w:lang w:val="pl-PL"/>
              </w:rPr>
              <w:t xml:space="preserve">: </w:t>
            </w:r>
          </w:p>
          <w:p w14:paraId="751B940C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  <w:p w14:paraId="3E0B893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…………………………………………… </w:t>
            </w:r>
          </w:p>
        </w:tc>
      </w:tr>
      <w:tr w:rsidR="008D1299" w:rsidRPr="005E1464" w14:paraId="42A9224D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21B48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Powiat 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44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99406E9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95C4D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DA14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314DFFC6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D9E3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Miejscowość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0A3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0CB053B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5A201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Ulica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6E3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B540E3D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9497EE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domu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43BA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4E897FC5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3019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lokalu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F57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5912E05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F78D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Kod pocztowy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4ADE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24BCA653" w14:textId="77777777" w:rsidTr="00E261AE">
        <w:trPr>
          <w:trHeight w:val="596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D1088E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7F2AC154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3D9F5640" w14:textId="3742224D" w:rsidR="008D1299" w:rsidRPr="00CA6799" w:rsidRDefault="008D1299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lastRenderedPageBreak/>
              <w:t>DANE KONTAKOWE RODZICA / OPIEKUNA PRAWNEGO</w:t>
            </w:r>
          </w:p>
        </w:tc>
      </w:tr>
      <w:tr w:rsidR="008D1299" w:rsidRPr="005E1464" w14:paraId="17AF134E" w14:textId="77777777" w:rsidTr="00E31300">
        <w:trPr>
          <w:trHeight w:val="596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45862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Telefon kontaktowy</w:t>
            </w:r>
          </w:p>
          <w:p w14:paraId="2A389BB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(do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F753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41FA438B" w14:textId="77777777" w:rsidTr="00E31300">
        <w:trPr>
          <w:trHeight w:val="595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845D3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Adres poczty elektronicznej</w:t>
            </w:r>
          </w:p>
          <w:p w14:paraId="1AF9FF6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(e-mail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9B4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</w:tbl>
    <w:p w14:paraId="38FE0749" w14:textId="77777777" w:rsidR="008D1299" w:rsidRDefault="008D12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4787903E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6929F1DF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32AA15F4" w14:textId="77777777" w:rsidR="00CA6799" w:rsidRPr="005E1464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046A428E" w14:textId="77777777" w:rsidR="008D1299" w:rsidRPr="005E1464" w:rsidRDefault="008D1299" w:rsidP="008D1299">
      <w:pPr>
        <w:spacing w:after="0" w:line="259" w:lineRule="auto"/>
        <w:ind w:left="17"/>
        <w:jc w:val="center"/>
        <w:rPr>
          <w:rFonts w:cstheme="minorHAnsi"/>
          <w:sz w:val="8"/>
        </w:rPr>
      </w:pPr>
    </w:p>
    <w:tbl>
      <w:tblPr>
        <w:tblStyle w:val="TableGrid"/>
        <w:tblW w:w="9596" w:type="dxa"/>
        <w:tblInd w:w="322" w:type="dxa"/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5208"/>
        <w:gridCol w:w="4388"/>
      </w:tblGrid>
      <w:tr w:rsidR="008D1299" w:rsidRPr="005E1464" w14:paraId="6DF223A6" w14:textId="77777777" w:rsidTr="00E261AE">
        <w:trPr>
          <w:trHeight w:val="649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B87FC8D" w14:textId="77777777" w:rsidR="008D1299" w:rsidRPr="00CA6799" w:rsidRDefault="008D1299" w:rsidP="00E261AE">
            <w:pPr>
              <w:spacing w:line="259" w:lineRule="auto"/>
              <w:ind w:left="4"/>
              <w:jc w:val="center"/>
              <w:rPr>
                <w:rStyle w:val="Odwoanieintensywne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STATUS OSOBY (UCZNIA/UCZENNICY) Z CHWILĄ PRZYSTĄPIENIA DO PROJEKTU</w:t>
            </w:r>
          </w:p>
          <w:p w14:paraId="2AF0AB8E" w14:textId="77777777" w:rsidR="008D1299" w:rsidRPr="005E1464" w:rsidRDefault="008D1299" w:rsidP="00E261AE">
            <w:pPr>
              <w:spacing w:line="259" w:lineRule="auto"/>
              <w:ind w:left="1"/>
              <w:jc w:val="center"/>
              <w:rPr>
                <w:rFonts w:cstheme="minorHAnsi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(należy odnieść się do każdego punktu)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1A217B0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4E98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obcego pochodzenia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(obywatel innego państwa członkowskiego UE)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C597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9610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2678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4DD2E045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7368A5" w14:textId="77777777" w:rsidR="008D1299" w:rsidRPr="005E1464" w:rsidRDefault="008D1299" w:rsidP="00E261AE">
            <w:pPr>
              <w:spacing w:line="251" w:lineRule="auto"/>
              <w:ind w:left="286" w:right="26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państwa trzeciego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</w:t>
            </w:r>
            <w:r w:rsidRPr="005E1464">
              <w:rPr>
                <w:rFonts w:cstheme="minorHAnsi"/>
                <w:sz w:val="17"/>
                <w:lang w:val="pl-PL"/>
              </w:rPr>
              <w:t>obywatel państwa trzeciego – osoba, która nie jest obywatelem państwa członkowskiego Unii Europejskiej, w tym bezpaństwowiec w rozumieniu Konwencji o statusie bezpaństwowców z dnia 28 sierpnia 1954 r. i osoba bez ustalonego obywatelstwa</w:t>
            </w:r>
            <w:r>
              <w:rPr>
                <w:rFonts w:cstheme="minorHAnsi"/>
                <w:sz w:val="17"/>
                <w:lang w:val="pl-PL"/>
              </w:rPr>
              <w:t>)</w:t>
            </w:r>
            <w:r w:rsidRPr="005E1464">
              <w:rPr>
                <w:rFonts w:cstheme="minorHAnsi"/>
                <w:sz w:val="17"/>
                <w:lang w:val="pl-PL"/>
              </w:rPr>
              <w:t xml:space="preserve"> </w:t>
            </w:r>
          </w:p>
          <w:p w14:paraId="6082542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B1FD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2290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241152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0B52E825" w14:textId="77777777" w:rsidTr="00E261AE">
        <w:trPr>
          <w:trHeight w:val="595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F29B1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należąca do mniejszości narodowej lub etnicznej (w tym społeczności marginalizowanej)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EB5E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591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68616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42486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3C365475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1C700030" w14:textId="77777777" w:rsidTr="00E261AE">
        <w:trPr>
          <w:trHeight w:val="44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A08C8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bezdomna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4D58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74009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98485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2A4A70DB" w14:textId="77777777" w:rsidTr="00E261AE">
        <w:trPr>
          <w:trHeight w:val="590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3F56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z niepełnosprawnością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1A3A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29351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88376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55774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77BD0A8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7CEC5F2B" w14:textId="77777777" w:rsidTr="00E261AE">
        <w:trPr>
          <w:trHeight w:val="568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D84CDE" w14:textId="77777777" w:rsidR="008D1299" w:rsidRPr="005E1464" w:rsidRDefault="008D1299" w:rsidP="00E261AE">
            <w:pPr>
              <w:spacing w:after="36" w:line="259" w:lineRule="auto"/>
              <w:ind w:left="3"/>
              <w:jc w:val="center"/>
              <w:rPr>
                <w:rFonts w:cstheme="minorHAnsi"/>
                <w:b/>
                <w:szCs w:val="20"/>
                <w:lang w:val="pl-PL"/>
              </w:rPr>
            </w:pPr>
          </w:p>
          <w:p w14:paraId="790982D0" w14:textId="77777777" w:rsidR="008D1299" w:rsidRPr="00CA6799" w:rsidRDefault="008D1299" w:rsidP="00E261AE">
            <w:pPr>
              <w:spacing w:after="36" w:line="259" w:lineRule="auto"/>
              <w:ind w:left="3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KRYTERIA DOSTĘPU (PIERWSZEŃSTWA) UDZIAŁU W ZAJĘCIACH</w:t>
            </w:r>
          </w:p>
        </w:tc>
      </w:tr>
      <w:tr w:rsidR="008D1299" w:rsidRPr="005E1464" w14:paraId="5F0DF15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0BED5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Uczeń posiada opinię/orzeczenie z Poradni Psychologiczno-Pedagogicznej o specjalnych potrzebach rozwojowych/edukacyjnych (jeśli tak, należy dołączyć kopię orzeczenia / opinii)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A155" w14:textId="6009AC69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15842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4046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13385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2E6105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7042BCA6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0434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niepełnosprawnościami</w:t>
            </w:r>
          </w:p>
          <w:p w14:paraId="0051451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(jeśli tak, należy dołączyć kopię orzeczenia)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9450" w14:textId="343C5978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39824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37030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3275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  </w:t>
            </w:r>
          </w:p>
          <w:p w14:paraId="77ED938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01DA54C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4C1521" w14:textId="7DC9DB3D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Uczniowie z rodzin wielodzietnych, niepełnych lub w trudnej </w:t>
            </w:r>
            <w:r w:rsidR="00372C93" w:rsidRPr="005E1464">
              <w:rPr>
                <w:rFonts w:cstheme="minorHAnsi"/>
                <w:lang w:val="pl-PL"/>
              </w:rPr>
              <w:t>sytuacji</w:t>
            </w:r>
            <w:r w:rsidRPr="005E1464">
              <w:rPr>
                <w:rFonts w:cstheme="minorHAnsi"/>
                <w:lang w:val="pl-PL"/>
              </w:rPr>
              <w:t xml:space="preserve"> społeczno – ekonomicznej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7153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133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84481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-24071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0AAF4AEE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odpowiedzi</w:t>
            </w:r>
          </w:p>
        </w:tc>
      </w:tr>
      <w:tr w:rsidR="008D1299" w:rsidRPr="005E1464" w14:paraId="1DFB0A9E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F2C7E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</w:p>
          <w:p w14:paraId="0FEBEDE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Uczniowie z terenów wiejskich</w:t>
            </w:r>
          </w:p>
          <w:p w14:paraId="69132AA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sz w:val="24"/>
                <w:szCs w:val="24"/>
                <w:lang w:val="pl-PL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6A84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47919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165876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59888872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D31FD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Informacja czy uczeń wymaga wsparcia psychologiczno-pedagogicznego lub terapeutycznego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8B00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7800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49854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7160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03342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</w:tbl>
    <w:p w14:paraId="65E75B5F" w14:textId="77777777" w:rsidR="008D1299" w:rsidRPr="005E1464" w:rsidRDefault="008D1299" w:rsidP="008D1299">
      <w:pPr>
        <w:spacing w:after="0" w:line="251" w:lineRule="auto"/>
        <w:ind w:left="286" w:right="269"/>
        <w:rPr>
          <w:rFonts w:cstheme="minorHAnsi"/>
        </w:rPr>
      </w:pPr>
      <w:r w:rsidRPr="005E1464">
        <w:rPr>
          <w:rFonts w:cstheme="minorHAnsi"/>
          <w:sz w:val="17"/>
        </w:rPr>
        <w:t xml:space="preserve"> </w:t>
      </w:r>
    </w:p>
    <w:tbl>
      <w:tblPr>
        <w:tblStyle w:val="TableGrid"/>
        <w:tblW w:w="9596" w:type="dxa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1841"/>
        <w:gridCol w:w="2863"/>
        <w:gridCol w:w="4892"/>
      </w:tblGrid>
      <w:tr w:rsidR="008D1299" w:rsidRPr="005E1464" w14:paraId="3BD4F306" w14:textId="77777777" w:rsidTr="00E261AE">
        <w:trPr>
          <w:trHeight w:val="554"/>
        </w:trPr>
        <w:tc>
          <w:tcPr>
            <w:tcW w:w="9596" w:type="dxa"/>
            <w:gridSpan w:val="3"/>
            <w:shd w:val="clear" w:color="auto" w:fill="D9D9D9"/>
          </w:tcPr>
          <w:p w14:paraId="77A9432B" w14:textId="77777777" w:rsidR="008D1299" w:rsidRPr="005E1464" w:rsidRDefault="008D1299" w:rsidP="00E261AE">
            <w:pPr>
              <w:spacing w:line="259" w:lineRule="auto"/>
              <w:jc w:val="center"/>
              <w:rPr>
                <w:rFonts w:cstheme="minorHAnsi"/>
                <w:b/>
                <w:lang w:val="pl-PL"/>
              </w:rPr>
            </w:pPr>
          </w:p>
          <w:p w14:paraId="3382CBE6" w14:textId="77777777" w:rsidR="008D1299" w:rsidRPr="00CA6799" w:rsidRDefault="008D1299" w:rsidP="00E261AE">
            <w:pPr>
              <w:spacing w:line="259" w:lineRule="auto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INFORMACJA DOTYCZĄCA SZCZEGÓŁOWYCH   POTRZEB W ZAKRESIE WYŻYWIENIA I INNYCH</w:t>
            </w:r>
          </w:p>
        </w:tc>
      </w:tr>
      <w:tr w:rsidR="008D1299" w:rsidRPr="005E1464" w14:paraId="43B86B74" w14:textId="77777777" w:rsidTr="00E261AE">
        <w:trPr>
          <w:trHeight w:val="816"/>
        </w:trPr>
        <w:tc>
          <w:tcPr>
            <w:tcW w:w="1841" w:type="dxa"/>
            <w:vMerge w:val="restart"/>
            <w:shd w:val="clear" w:color="auto" w:fill="D9D9D9"/>
          </w:tcPr>
          <w:p w14:paraId="737BF70E" w14:textId="77777777" w:rsidR="008D1299" w:rsidRPr="005E1464" w:rsidRDefault="008D1299" w:rsidP="00E261AE">
            <w:pPr>
              <w:spacing w:line="259" w:lineRule="auto"/>
              <w:ind w:left="3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Proszę zaznaczyć usługę, której potrzebuje uczeń zgłaszany do projektu</w:t>
            </w:r>
          </w:p>
        </w:tc>
        <w:tc>
          <w:tcPr>
            <w:tcW w:w="2863" w:type="dxa"/>
            <w:shd w:val="clear" w:color="auto" w:fill="D9D9D9"/>
          </w:tcPr>
          <w:p w14:paraId="75C1D80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Szczególne potrzeby w zakresie wyżywienia</w:t>
            </w:r>
          </w:p>
        </w:tc>
        <w:tc>
          <w:tcPr>
            <w:tcW w:w="4892" w:type="dxa"/>
            <w:vAlign w:val="center"/>
          </w:tcPr>
          <w:p w14:paraId="2889A62A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1269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211404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43C38578" w14:textId="77777777" w:rsidTr="00E261AE">
        <w:trPr>
          <w:trHeight w:val="620"/>
        </w:trPr>
        <w:tc>
          <w:tcPr>
            <w:tcW w:w="1841" w:type="dxa"/>
            <w:vMerge/>
            <w:shd w:val="clear" w:color="auto" w:fill="D9D9D9"/>
            <w:vAlign w:val="center"/>
          </w:tcPr>
          <w:p w14:paraId="14FF24F3" w14:textId="77777777" w:rsidR="008D1299" w:rsidRPr="005E1464" w:rsidRDefault="008D1299" w:rsidP="00E261AE">
            <w:pPr>
              <w:spacing w:line="259" w:lineRule="auto"/>
              <w:ind w:left="3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2863" w:type="dxa"/>
            <w:shd w:val="clear" w:color="auto" w:fill="D9D9D9"/>
          </w:tcPr>
          <w:p w14:paraId="1B392FA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szCs w:val="20"/>
                <w:lang w:val="pl-PL"/>
              </w:rPr>
            </w:pPr>
            <w:r w:rsidRPr="005E1464">
              <w:rPr>
                <w:rFonts w:cstheme="minorHAnsi"/>
                <w:szCs w:val="20"/>
                <w:lang w:val="pl-PL"/>
              </w:rPr>
              <w:t>Inne (szczególne preferencje, potrzeby)</w:t>
            </w:r>
          </w:p>
        </w:tc>
        <w:tc>
          <w:tcPr>
            <w:tcW w:w="4892" w:type="dxa"/>
            <w:vAlign w:val="center"/>
          </w:tcPr>
          <w:p w14:paraId="7BE60E67" w14:textId="77777777" w:rsidR="008D1299" w:rsidRPr="005E1464" w:rsidRDefault="00121F85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08814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95876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671DD930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3EE436C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1 zaznaczono Tak, proszę wymienić potrzeby w zakresie wyżywienia</w:t>
            </w:r>
          </w:p>
        </w:tc>
        <w:tc>
          <w:tcPr>
            <w:tcW w:w="4892" w:type="dxa"/>
            <w:vAlign w:val="center"/>
          </w:tcPr>
          <w:p w14:paraId="5415E5C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8540773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7F21FFF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2 zaznaczono tak, proszę wymienić potrzeby:</w:t>
            </w:r>
          </w:p>
        </w:tc>
        <w:tc>
          <w:tcPr>
            <w:tcW w:w="4892" w:type="dxa"/>
            <w:vAlign w:val="center"/>
          </w:tcPr>
          <w:p w14:paraId="5665BEC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</w:tbl>
    <w:p w14:paraId="6AAE7AA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2A340A3" w14:textId="3FA500CF" w:rsidR="008D1299" w:rsidRPr="005E1464" w:rsidRDefault="008D1299" w:rsidP="008D1299">
      <w:pPr>
        <w:spacing w:after="0"/>
        <w:ind w:left="434"/>
        <w:rPr>
          <w:rFonts w:cstheme="minorHAnsi"/>
        </w:rPr>
      </w:pPr>
      <w:r w:rsidRPr="005E1464">
        <w:rPr>
          <w:rFonts w:cstheme="minorHAnsi"/>
          <w:sz w:val="24"/>
        </w:rPr>
        <w:t xml:space="preserve">………………………………………………..              </w:t>
      </w:r>
      <w:r>
        <w:rPr>
          <w:rFonts w:cstheme="minorHAnsi"/>
          <w:sz w:val="24"/>
        </w:rPr>
        <w:t xml:space="preserve">                             </w:t>
      </w:r>
      <w:r w:rsidRPr="005E1464">
        <w:rPr>
          <w:rFonts w:cstheme="minorHAnsi"/>
          <w:sz w:val="24"/>
        </w:rPr>
        <w:t>……………………………..…………</w:t>
      </w:r>
    </w:p>
    <w:p w14:paraId="0BF3985E" w14:textId="235849CD" w:rsidR="008D1299" w:rsidRPr="005E1464" w:rsidRDefault="008D1299" w:rsidP="008D1299">
      <w:pPr>
        <w:tabs>
          <w:tab w:val="center" w:pos="1755"/>
          <w:tab w:val="center" w:pos="7087"/>
        </w:tabs>
        <w:rPr>
          <w:rFonts w:cstheme="minorHAnsi"/>
          <w:szCs w:val="20"/>
        </w:rPr>
      </w:pPr>
      <w:r w:rsidRPr="005E1464">
        <w:rPr>
          <w:rFonts w:eastAsia="Calibri" w:cstheme="minorHAnsi"/>
        </w:rPr>
        <w:tab/>
      </w:r>
      <w:r w:rsidRPr="005E1464">
        <w:rPr>
          <w:rFonts w:cstheme="minorHAnsi"/>
          <w:szCs w:val="20"/>
        </w:rPr>
        <w:t xml:space="preserve">                          miejscowość, data                                          czytelny podpis rodzica / opiekuna prawnego </w:t>
      </w:r>
    </w:p>
    <w:p w14:paraId="1B28F7E3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0DBA799D" w14:textId="77777777" w:rsidR="008D1299" w:rsidRPr="00CA6799" w:rsidRDefault="008D1299" w:rsidP="008D1299">
      <w:pPr>
        <w:spacing w:after="31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OŚWIADCZENIE</w:t>
      </w:r>
    </w:p>
    <w:p w14:paraId="45D82DB6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115E895E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72C8A45A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W związku z chęcią przystąpienia mojego dziecka do projektu pn. „Akademia Zdolnego Ucznia w Gminie Międzyrzecz”, </w:t>
      </w:r>
      <w:r w:rsidRPr="00F271D6">
        <w:rPr>
          <w:rFonts w:cstheme="minorHAnsi"/>
          <w:sz w:val="24"/>
          <w:szCs w:val="24"/>
          <w:u w:val="single" w:color="000000"/>
        </w:rPr>
        <w:t>oświadczam, że:</w:t>
      </w:r>
      <w:r w:rsidRPr="00F271D6">
        <w:rPr>
          <w:rFonts w:cstheme="minorHAnsi"/>
          <w:sz w:val="24"/>
          <w:szCs w:val="24"/>
        </w:rPr>
        <w:t xml:space="preserve"> </w:t>
      </w:r>
    </w:p>
    <w:p w14:paraId="1655FC4C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</w:p>
    <w:p w14:paraId="7BBC9CCA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 odpowiedzialności za złożenie nieprawdziwego oświadczenia lub zatajenie prawdy oświadczam, że dane zawarte w niniejszym Formularzu są zgodne ze stanem faktycznym. Jednocześnie zobowiązuję się do niezwłocznego </w:t>
      </w:r>
      <w:proofErr w:type="gramStart"/>
      <w:r w:rsidRPr="00F271D6">
        <w:rPr>
          <w:rFonts w:cstheme="minorHAnsi"/>
          <w:sz w:val="24"/>
          <w:szCs w:val="24"/>
        </w:rPr>
        <w:t>informowania  Koorynatora</w:t>
      </w:r>
      <w:proofErr w:type="gramEnd"/>
      <w:r w:rsidRPr="00F271D6">
        <w:rPr>
          <w:rFonts w:cstheme="minorHAnsi"/>
          <w:sz w:val="24"/>
          <w:szCs w:val="24"/>
        </w:rPr>
        <w:t xml:space="preserve"> szkolnego/ Szkolnego Biura Projektu o wszelkich zmianach w ww. danych.</w:t>
      </w:r>
    </w:p>
    <w:p w14:paraId="0DD7DF88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świadomy/a, że złożenie dokumentów rekrutacyjnych nie jest równoznaczne </w:t>
      </w:r>
      <w:r w:rsidRPr="00F271D6">
        <w:rPr>
          <w:rFonts w:cstheme="minorHAnsi"/>
          <w:sz w:val="24"/>
          <w:szCs w:val="24"/>
        </w:rPr>
        <w:br/>
        <w:t>z zakwalifikowaniem mojego dziecka/podopiecznego do udziału w Projekcie.</w:t>
      </w:r>
    </w:p>
    <w:p w14:paraId="2DA7187C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Zapoznałem/am się z Regulaminem rekrutacji i uczestnictwa w Projekcie „</w:t>
      </w:r>
      <w:r w:rsidRPr="00F271D6">
        <w:rPr>
          <w:rFonts w:cstheme="minorHAnsi"/>
          <w:bCs/>
          <w:sz w:val="24"/>
          <w:szCs w:val="24"/>
        </w:rPr>
        <w:t>Akademia Zdolnego Ucznia w Gminie Międzyrzecz</w:t>
      </w:r>
      <w:r w:rsidRPr="00F271D6">
        <w:rPr>
          <w:rFonts w:cstheme="minorHAnsi"/>
          <w:sz w:val="24"/>
          <w:szCs w:val="24"/>
        </w:rPr>
        <w:t>”, akceptuję jego postanowienia i zobowiązuję się do ich przestrzegania.</w:t>
      </w:r>
    </w:p>
    <w:p w14:paraId="7E6309BC" w14:textId="77777777" w:rsidR="008D1299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Oświadczam, że zostałem/am poinformowany/a, iż projekt współfinansowany jest ze środków Unii Europejskiej w ramach Europejskiego Funduszu Społecznego Plus.</w:t>
      </w:r>
    </w:p>
    <w:p w14:paraId="3879767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Oświadczam, iż zapoznałem/am się z Klauzulą Informacyjną stanowiącą załącznik nr 5 do Regulaminu.</w:t>
      </w:r>
    </w:p>
    <w:p w14:paraId="26C1C4B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38842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iż uczeń zamieszkuje na obszarze </w:t>
      </w:r>
      <w:proofErr w:type="gramStart"/>
      <w:r w:rsidRPr="00F271D6">
        <w:rPr>
          <w:rFonts w:cstheme="minorHAnsi"/>
          <w:sz w:val="24"/>
          <w:szCs w:val="24"/>
        </w:rPr>
        <w:t>wiejskim.*</w:t>
      </w:r>
      <w:proofErr w:type="gramEnd"/>
      <w:r w:rsidRPr="00F271D6">
        <w:rPr>
          <w:rFonts w:cstheme="minorHAnsi"/>
          <w:color w:val="2E74B5" w:themeColor="accent5" w:themeShade="BF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</w:t>
      </w:r>
    </w:p>
    <w:p w14:paraId="72A4570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12770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iż uczeń posiada opinię/orzeczenie z Poradni Psychologiczno-Pedagogicznej o specjalnych potrzebach rozwojowych/edukacyjnych (jeśli dotyczy należy dołączyć kopię orzeczenia/opinii). *</w:t>
      </w:r>
    </w:p>
    <w:p w14:paraId="25AB8A60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587196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uczeń jest osobą z niepełnosprawnościami (jeśli dotyczy należy dołączyć kopię orzeczenia). *</w:t>
      </w:r>
    </w:p>
    <w:p w14:paraId="40E84ED4" w14:textId="3B10CC52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101055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że uczeń </w:t>
      </w:r>
      <w:r w:rsidR="0035771E">
        <w:rPr>
          <w:rFonts w:cstheme="minorHAnsi"/>
          <w:sz w:val="24"/>
          <w:szCs w:val="24"/>
        </w:rPr>
        <w:t>pochodzi z rodziny</w:t>
      </w:r>
      <w:r w:rsidRPr="00F271D6">
        <w:rPr>
          <w:rFonts w:cstheme="minorHAnsi"/>
          <w:sz w:val="24"/>
          <w:szCs w:val="24"/>
        </w:rPr>
        <w:t xml:space="preserve"> wielodzietnej, niepełnej lub w trudnej sutuacji społeczno – ekonomicznej. *</w:t>
      </w:r>
    </w:p>
    <w:p w14:paraId="2B24FF9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  <w:u w:val="single"/>
        </w:rPr>
      </w:pPr>
      <w:r w:rsidRPr="00F271D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32"/>
            <w:szCs w:val="32"/>
          </w:rPr>
          <w:id w:val="340133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dziecko </w:t>
      </w:r>
      <w:r w:rsidRPr="00F271D6">
        <w:rPr>
          <w:rFonts w:cstheme="minorHAnsi"/>
          <w:sz w:val="24"/>
          <w:szCs w:val="24"/>
          <w:u w:val="single"/>
        </w:rPr>
        <w:t>nie korzysta z tego samego rodzaju wsparcia w innych projektach współfinansowanych przez Unię Europejską w ramach Europejskiego Funduszu Społeczego Plus.</w:t>
      </w:r>
    </w:p>
    <w:p w14:paraId="456D54BD" w14:textId="470ED52A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Wyrażam zgodę na upowszechnianie wizerunku uczestnika projektu (mojego dziecka/podopiecznego) w materiałach zdjęciowych, audiowizualnych, prezentacjach tworzonych w związku z realizacją projektu zgodnie z art. 81 ust. 1 Ustawy z dnia 4 lutego 1994 roku o prawie autorskim i prawach pokrewnych (Dz. U. z 2025 r, poz. 24).</w:t>
      </w:r>
    </w:p>
    <w:p w14:paraId="0E58A231" w14:textId="77777777" w:rsidR="008D1299" w:rsidRPr="00F271D6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7952E8DF" w14:textId="77777777" w:rsidR="008D1299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9DADF44" w14:textId="77777777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2072F673" w14:textId="79AED818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4C34728F" w14:textId="0FB879F5" w:rsidR="00CA6799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26C286" wp14:editId="46B4D974">
                <wp:simplePos x="0" y="0"/>
                <wp:positionH relativeFrom="column">
                  <wp:posOffset>123825</wp:posOffset>
                </wp:positionH>
                <wp:positionV relativeFrom="paragraph">
                  <wp:posOffset>262890</wp:posOffset>
                </wp:positionV>
                <wp:extent cx="2720975" cy="1081405"/>
                <wp:effectExtent l="0" t="0" r="3175" b="4445"/>
                <wp:wrapSquare wrapText="bothSides"/>
                <wp:docPr id="18496056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97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8BBE2" w14:textId="77777777" w:rsidR="00FA0018" w:rsidRDefault="00FA0018" w:rsidP="00FA0018">
                            <w:pPr>
                              <w:spacing w:after="0"/>
                              <w:ind w:left="434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1BA7C74F" w14:textId="4D740B4C" w:rsidR="00FA0018" w:rsidRPr="00F271D6" w:rsidRDefault="00FA0018" w:rsidP="00FA0018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miejscowość, data                                     </w:t>
                            </w:r>
                          </w:p>
                          <w:p w14:paraId="43A99F15" w14:textId="0F16C344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6C2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9.75pt;margin-top:20.7pt;width:214.25pt;height:8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" stroked="f">
                <v:textbox>
                  <w:txbxContent>
                    <w:p w14:paraId="5388BBE2" w14:textId="77777777" w:rsidR="00FA0018" w:rsidRDefault="00FA0018" w:rsidP="00FA0018">
                      <w:pPr>
                        <w:spacing w:after="0"/>
                        <w:ind w:left="434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1BA7C74F" w14:textId="4D740B4C" w:rsidR="00FA0018" w:rsidRPr="00F271D6" w:rsidRDefault="00FA0018" w:rsidP="00FA0018">
                      <w:pPr>
                        <w:spacing w:after="0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>……………………………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miejscowość, data                                     </w:t>
                      </w:r>
                    </w:p>
                    <w:p w14:paraId="43A99F15" w14:textId="0F16C344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282FE7AD" w14:textId="6DCDEAE0" w:rsidR="00CA6799" w:rsidRPr="00F271D6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1D9DBD" wp14:editId="63F4BE65">
                <wp:simplePos x="0" y="0"/>
                <wp:positionH relativeFrom="column">
                  <wp:posOffset>3108325</wp:posOffset>
                </wp:positionH>
                <wp:positionV relativeFrom="paragraph">
                  <wp:posOffset>49530</wp:posOffset>
                </wp:positionV>
                <wp:extent cx="2976245" cy="10820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DC8C8" w14:textId="146558B7" w:rsidR="00FA0018" w:rsidRPr="00F271D6" w:rsidRDefault="00FA0018" w:rsidP="00FA0018">
                            <w:pPr>
                              <w:tabs>
                                <w:tab w:val="center" w:pos="1755"/>
                                <w:tab w:val="center" w:pos="7087"/>
                              </w:tabs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……………………………………………….. 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czytelny podpis rodzica / opiekuna prawnego </w:t>
                            </w:r>
                          </w:p>
                          <w:p w14:paraId="60405016" w14:textId="52C4C51E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9DBD" id="_x0000_s1027" type="#_x0000_t202" style="position:absolute;left:0;text-align:left;margin-left:244.75pt;margin-top:3.9pt;width:234.35pt;height:8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" stroked="f">
                <v:textbox>
                  <w:txbxContent>
                    <w:p w14:paraId="1B5DC8C8" w14:textId="146558B7" w:rsidR="00FA0018" w:rsidRPr="00F271D6" w:rsidRDefault="00FA0018" w:rsidP="00FA0018">
                      <w:pPr>
                        <w:tabs>
                          <w:tab w:val="center" w:pos="1755"/>
                          <w:tab w:val="center" w:pos="7087"/>
                        </w:tabs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……………………………………………….. 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czytelny podpis rodzica / opiekuna prawnego </w:t>
                      </w:r>
                    </w:p>
                    <w:p w14:paraId="60405016" w14:textId="52C4C51E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7CBCA041" w14:textId="77F87875" w:rsidR="008D1299" w:rsidRPr="00F271D6" w:rsidRDefault="008D1299" w:rsidP="008D1299">
      <w:pPr>
        <w:spacing w:after="7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659241B" w14:textId="2F918547" w:rsidR="008D1299" w:rsidRPr="00F271D6" w:rsidRDefault="008D1299" w:rsidP="00FA0018">
      <w:pPr>
        <w:spacing w:after="0"/>
        <w:ind w:left="4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A6799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             </w:t>
      </w:r>
      <w:r>
        <w:rPr>
          <w:rFonts w:cstheme="minorHAnsi"/>
          <w:sz w:val="24"/>
          <w:szCs w:val="24"/>
        </w:rPr>
        <w:t xml:space="preserve">                </w:t>
      </w:r>
      <w:r w:rsidRPr="00F271D6">
        <w:rPr>
          <w:rFonts w:cstheme="minorHAnsi"/>
          <w:sz w:val="24"/>
          <w:szCs w:val="24"/>
        </w:rPr>
        <w:tab/>
      </w:r>
      <w:r w:rsidRPr="00F271D6">
        <w:rPr>
          <w:rFonts w:cstheme="minorHAnsi"/>
          <w:sz w:val="24"/>
          <w:szCs w:val="24"/>
        </w:rPr>
        <w:tab/>
      </w:r>
    </w:p>
    <w:p w14:paraId="74CAD169" w14:textId="77777777" w:rsidR="008D1299" w:rsidRPr="00F271D6" w:rsidRDefault="008D1299" w:rsidP="008D1299">
      <w:pPr>
        <w:pStyle w:val="Akapitzlist"/>
        <w:spacing w:after="189" w:line="259" w:lineRule="auto"/>
        <w:ind w:right="427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* należy </w:t>
      </w:r>
      <w:proofErr w:type="gramStart"/>
      <w:r w:rsidRPr="00F271D6">
        <w:rPr>
          <w:rFonts w:cstheme="minorHAnsi"/>
          <w:sz w:val="24"/>
          <w:szCs w:val="24"/>
        </w:rPr>
        <w:t>zaznaczyć</w:t>
      </w:r>
      <w:proofErr w:type="gramEnd"/>
      <w:r w:rsidRPr="00F271D6">
        <w:rPr>
          <w:rFonts w:cstheme="minorHAnsi"/>
          <w:sz w:val="24"/>
          <w:szCs w:val="24"/>
        </w:rPr>
        <w:t xml:space="preserve"> jeśli dotyczy</w:t>
      </w:r>
    </w:p>
    <w:p w14:paraId="12A7FF0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51EE6ED4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EE02C62" w14:textId="77777777" w:rsidR="00836AC0" w:rsidRDefault="00836AC0"/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99F3" w14:textId="77777777" w:rsidR="00185709" w:rsidRDefault="00185709" w:rsidP="001E48D8">
      <w:pPr>
        <w:spacing w:after="0" w:line="240" w:lineRule="auto"/>
      </w:pPr>
      <w:r>
        <w:separator/>
      </w:r>
    </w:p>
  </w:endnote>
  <w:endnote w:type="continuationSeparator" w:id="0">
    <w:p w14:paraId="1EB8C418" w14:textId="77777777" w:rsidR="00185709" w:rsidRDefault="00185709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F043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10FF4A62" wp14:editId="1AAC93B6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5101" w14:textId="77777777" w:rsidR="00185709" w:rsidRDefault="00185709" w:rsidP="001E48D8">
      <w:pPr>
        <w:spacing w:after="0" w:line="240" w:lineRule="auto"/>
      </w:pPr>
      <w:r>
        <w:separator/>
      </w:r>
    </w:p>
  </w:footnote>
  <w:footnote w:type="continuationSeparator" w:id="0">
    <w:p w14:paraId="4E5D621B" w14:textId="77777777" w:rsidR="00185709" w:rsidRDefault="00185709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914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24382843" wp14:editId="7DC2BEDD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4FD"/>
    <w:multiLevelType w:val="hybridMultilevel"/>
    <w:tmpl w:val="B254CC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5F47FD"/>
    <w:multiLevelType w:val="hybridMultilevel"/>
    <w:tmpl w:val="10DAC48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5EE41464"/>
    <w:multiLevelType w:val="hybridMultilevel"/>
    <w:tmpl w:val="BABAF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5380">
    <w:abstractNumId w:val="1"/>
  </w:num>
  <w:num w:numId="2" w16cid:durableId="1256597044">
    <w:abstractNumId w:val="2"/>
  </w:num>
  <w:num w:numId="3" w16cid:durableId="2102987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09"/>
    <w:rsid w:val="00121F85"/>
    <w:rsid w:val="0013595F"/>
    <w:rsid w:val="0015675D"/>
    <w:rsid w:val="00185709"/>
    <w:rsid w:val="001E48D8"/>
    <w:rsid w:val="0035771E"/>
    <w:rsid w:val="00372C93"/>
    <w:rsid w:val="00465565"/>
    <w:rsid w:val="004A239E"/>
    <w:rsid w:val="004B0765"/>
    <w:rsid w:val="0075189E"/>
    <w:rsid w:val="00836AC0"/>
    <w:rsid w:val="00871D90"/>
    <w:rsid w:val="00872C1C"/>
    <w:rsid w:val="008D1299"/>
    <w:rsid w:val="00935821"/>
    <w:rsid w:val="00BC3F68"/>
    <w:rsid w:val="00CA6799"/>
    <w:rsid w:val="00E31300"/>
    <w:rsid w:val="00FA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3DB7B"/>
  <w15:chartTrackingRefBased/>
  <w15:docId w15:val="{8E40F423-5E0E-4DDB-82D0-B44242AE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09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customStyle="1" w:styleId="TableGrid">
    <w:name w:val="TableGrid"/>
    <w:rsid w:val="008D1299"/>
    <w:pPr>
      <w:spacing w:after="0" w:line="240" w:lineRule="auto"/>
    </w:pPr>
    <w:rPr>
      <w:rFonts w:eastAsiaTheme="minorEastAsia"/>
      <w:kern w:val="0"/>
      <w:lang w:val="de-DE" w:eastAsia="de-D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D129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6697A134004ED2BE62D397EA271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043467-2150-4A2B-B782-5055CE7A32E7}"/>
      </w:docPartPr>
      <w:docPartBody>
        <w:p w:rsidR="006C3EFC" w:rsidRDefault="006C3EFC" w:rsidP="006C3EFC">
          <w:pPr>
            <w:pStyle w:val="676697A134004ED2BE62D397EA271FC6"/>
          </w:pPr>
          <w:r w:rsidRPr="008E1095">
            <w:rPr>
              <w:rStyle w:val="Tekstzastpczy"/>
            </w:rPr>
            <w:t>Wybierz element.</w:t>
          </w:r>
        </w:p>
      </w:docPartBody>
    </w:docPart>
    <w:docPart>
      <w:docPartPr>
        <w:name w:val="AF608463ECB644829DACF8B45BC97C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54BA86-E852-4F32-99CC-0AC566AB28D5}"/>
      </w:docPartPr>
      <w:docPartBody>
        <w:p w:rsidR="006C3EFC" w:rsidRDefault="006C3EFC" w:rsidP="006C3EFC">
          <w:pPr>
            <w:pStyle w:val="AF608463ECB644829DACF8B45BC97CAD"/>
          </w:pPr>
          <w:r w:rsidRPr="008E1095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FC"/>
    <w:rsid w:val="00465565"/>
    <w:rsid w:val="004A239E"/>
    <w:rsid w:val="004B0765"/>
    <w:rsid w:val="006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3EFC"/>
    <w:rPr>
      <w:color w:val="666666"/>
    </w:rPr>
  </w:style>
  <w:style w:type="paragraph" w:customStyle="1" w:styleId="676697A134004ED2BE62D397EA271FC6">
    <w:name w:val="676697A134004ED2BE62D397EA271FC6"/>
    <w:rsid w:val="006C3EFC"/>
  </w:style>
  <w:style w:type="paragraph" w:customStyle="1" w:styleId="AF608463ECB644829DACF8B45BC97CAD">
    <w:name w:val="AF608463ECB644829DACF8B45BC97CAD"/>
    <w:rsid w:val="006C3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17</TotalTime>
  <Pages>5</Pages>
  <Words>999</Words>
  <Characters>5997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10</cp:revision>
  <cp:lastPrinted>2025-10-06T10:09:00Z</cp:lastPrinted>
  <dcterms:created xsi:type="dcterms:W3CDTF">2025-10-17T06:54:00Z</dcterms:created>
  <dcterms:modified xsi:type="dcterms:W3CDTF">2025-10-20T12:30:00Z</dcterms:modified>
</cp:coreProperties>
</file>